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2B47161-BB5F-4149-BEF8-DFF277640772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